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57A" w:rsidRDefault="00BE757A" w:rsidP="009A4B98">
      <w:pPr>
        <w:pStyle w:val="BodyText"/>
        <w:tabs>
          <w:tab w:val="num" w:pos="360"/>
          <w:tab w:val="right" w:leader="underscore" w:pos="9315"/>
        </w:tabs>
        <w:spacing w:before="120"/>
        <w:jc w:val="center"/>
        <w:rPr>
          <w:bCs/>
          <w:sz w:val="32"/>
          <w:szCs w:val="32"/>
          <w:lang w:val="en-AU"/>
        </w:rPr>
      </w:pPr>
      <w:r>
        <w:rPr>
          <w:bCs/>
          <w:sz w:val="32"/>
          <w:szCs w:val="32"/>
          <w:lang w:val="en-AU"/>
        </w:rPr>
        <w:t>Assess the e</w:t>
      </w:r>
      <w:r w:rsidRPr="00F06295">
        <w:rPr>
          <w:bCs/>
          <w:sz w:val="32"/>
          <w:szCs w:val="32"/>
          <w:lang w:val="en-AU"/>
        </w:rPr>
        <w:t xml:space="preserve">nvironmental impact of the </w:t>
      </w:r>
      <w:r>
        <w:rPr>
          <w:bCs/>
          <w:sz w:val="32"/>
          <w:szCs w:val="32"/>
          <w:lang w:val="en-AU"/>
        </w:rPr>
        <w:t xml:space="preserve">job role </w:t>
      </w:r>
    </w:p>
    <w:p w:rsidR="00BE757A" w:rsidRDefault="00BE757A" w:rsidP="009A4B98">
      <w:pPr>
        <w:pStyle w:val="BodyText"/>
        <w:tabs>
          <w:tab w:val="num" w:pos="360"/>
          <w:tab w:val="right" w:leader="underscore" w:pos="9315"/>
        </w:tabs>
        <w:spacing w:before="120"/>
        <w:jc w:val="center"/>
        <w:rPr>
          <w:bCs/>
          <w:sz w:val="32"/>
          <w:szCs w:val="32"/>
          <w:lang w:val="en-AU"/>
        </w:rPr>
      </w:pPr>
    </w:p>
    <w:p w:rsidR="00BE757A" w:rsidRPr="00E909D9" w:rsidRDefault="00BE757A" w:rsidP="00E909D9">
      <w:pPr>
        <w:pStyle w:val="BodyText"/>
        <w:tabs>
          <w:tab w:val="num" w:pos="360"/>
          <w:tab w:val="right" w:leader="underscore" w:pos="9315"/>
        </w:tabs>
        <w:spacing w:before="120"/>
        <w:rPr>
          <w:bCs/>
          <w:sz w:val="24"/>
          <w:lang w:val="en-AU"/>
        </w:rPr>
      </w:pPr>
      <w:r w:rsidRPr="00E909D9">
        <w:rPr>
          <w:bCs/>
          <w:sz w:val="24"/>
          <w:lang w:val="en-AU"/>
        </w:rPr>
        <w:t>Job role ________________________</w:t>
      </w:r>
    </w:p>
    <w:p w:rsidR="00BE757A" w:rsidRPr="00F06295" w:rsidRDefault="00BE757A" w:rsidP="00E909D9">
      <w:pPr>
        <w:pStyle w:val="BodyText"/>
        <w:tabs>
          <w:tab w:val="num" w:pos="360"/>
          <w:tab w:val="right" w:leader="underscore" w:pos="9315"/>
        </w:tabs>
        <w:spacing w:before="120"/>
        <w:jc w:val="center"/>
        <w:rPr>
          <w:b/>
          <w:bCs/>
          <w:sz w:val="24"/>
          <w:lang w:val="en-AU"/>
        </w:rPr>
      </w:pPr>
      <w:r w:rsidRPr="00F06295">
        <w:rPr>
          <w:bCs/>
          <w:sz w:val="32"/>
          <w:szCs w:val="32"/>
          <w:lang w:val="en-AU"/>
        </w:rPr>
        <w:t xml:space="preserve"> </w:t>
      </w:r>
    </w:p>
    <w:p w:rsidR="00BE757A" w:rsidRDefault="00BE757A" w:rsidP="009A4B98">
      <w:pPr>
        <w:pStyle w:val="BodyText"/>
        <w:tabs>
          <w:tab w:val="num" w:pos="360"/>
          <w:tab w:val="right" w:leader="underscore" w:pos="9315"/>
        </w:tabs>
        <w:spacing w:before="120"/>
        <w:jc w:val="both"/>
        <w:rPr>
          <w:bCs/>
          <w:sz w:val="24"/>
          <w:lang w:val="en-AU"/>
        </w:rPr>
      </w:pPr>
      <w:r w:rsidRPr="00F06295">
        <w:rPr>
          <w:bCs/>
          <w:sz w:val="24"/>
          <w:lang w:val="en-AU"/>
        </w:rPr>
        <w:t xml:space="preserve">Read the </w:t>
      </w:r>
      <w:r>
        <w:rPr>
          <w:bCs/>
          <w:sz w:val="24"/>
          <w:lang w:val="en-AU"/>
        </w:rPr>
        <w:t>key responsibilities of the job role.</w:t>
      </w:r>
    </w:p>
    <w:p w:rsidR="00BE757A" w:rsidRDefault="00BE757A" w:rsidP="009A4B98">
      <w:pPr>
        <w:pStyle w:val="BodyText"/>
        <w:tabs>
          <w:tab w:val="num" w:pos="360"/>
          <w:tab w:val="right" w:leader="underscore" w:pos="9315"/>
        </w:tabs>
        <w:spacing w:before="120"/>
        <w:jc w:val="both"/>
        <w:rPr>
          <w:bCs/>
          <w:sz w:val="24"/>
          <w:lang w:val="en-AU"/>
        </w:rPr>
      </w:pPr>
      <w:r w:rsidRPr="00F06295">
        <w:rPr>
          <w:bCs/>
          <w:sz w:val="24"/>
          <w:lang w:val="en-AU"/>
        </w:rPr>
        <w:t xml:space="preserve">Assess the possible environmental impact and suggest ways to reduce this impact </w:t>
      </w:r>
    </w:p>
    <w:p w:rsidR="00BE757A" w:rsidRDefault="00BE757A" w:rsidP="009A4B98">
      <w:pPr>
        <w:pStyle w:val="BodyText"/>
        <w:tabs>
          <w:tab w:val="num" w:pos="360"/>
          <w:tab w:val="right" w:leader="underscore" w:pos="9315"/>
        </w:tabs>
        <w:spacing w:before="120"/>
        <w:jc w:val="both"/>
        <w:rPr>
          <w:bCs/>
          <w:sz w:val="24"/>
          <w:lang w:val="en-AU"/>
        </w:rPr>
      </w:pPr>
    </w:p>
    <w:p w:rsidR="00BE757A" w:rsidRPr="00F06295" w:rsidRDefault="00BE757A" w:rsidP="009A4B98">
      <w:pPr>
        <w:pStyle w:val="BodyText"/>
        <w:tabs>
          <w:tab w:val="num" w:pos="360"/>
          <w:tab w:val="right" w:leader="underscore" w:pos="9315"/>
        </w:tabs>
        <w:spacing w:before="120"/>
        <w:jc w:val="both"/>
        <w:rPr>
          <w:bCs/>
          <w:sz w:val="24"/>
          <w:lang w:val="en-AU"/>
        </w:rPr>
      </w:pPr>
    </w:p>
    <w:tbl>
      <w:tblPr>
        <w:tblW w:w="0" w:type="auto"/>
        <w:tblInd w:w="-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0"/>
        <w:gridCol w:w="3050"/>
        <w:gridCol w:w="3471"/>
      </w:tblGrid>
      <w:tr w:rsidR="00BE757A" w:rsidRPr="00F24B2F" w:rsidTr="00927175">
        <w:trPr>
          <w:trHeight w:val="933"/>
        </w:trPr>
        <w:tc>
          <w:tcPr>
            <w:tcW w:w="2800" w:type="dxa"/>
            <w:vAlign w:val="center"/>
          </w:tcPr>
          <w:p w:rsidR="00BE757A" w:rsidRPr="00E909D9" w:rsidRDefault="00BE757A" w:rsidP="009271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666666"/>
              </w:rPr>
            </w:pPr>
            <w:r w:rsidRPr="00E909D9">
              <w:rPr>
                <w:rFonts w:ascii="Arial" w:hAnsi="Arial" w:cs="Arial"/>
                <w:b/>
                <w:color w:val="666666"/>
              </w:rPr>
              <w:t xml:space="preserve"> Responsibility </w:t>
            </w:r>
          </w:p>
        </w:tc>
        <w:tc>
          <w:tcPr>
            <w:tcW w:w="3050" w:type="dxa"/>
            <w:vAlign w:val="center"/>
          </w:tcPr>
          <w:p w:rsidR="00BE757A" w:rsidRPr="00E909D9" w:rsidRDefault="00BE757A" w:rsidP="00E909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666666"/>
              </w:rPr>
            </w:pPr>
            <w:r w:rsidRPr="00E909D9">
              <w:rPr>
                <w:rFonts w:ascii="Arial" w:hAnsi="Arial" w:cs="Arial"/>
                <w:b/>
                <w:color w:val="666666"/>
              </w:rPr>
              <w:t>Possible environmental impact</w:t>
            </w:r>
          </w:p>
        </w:tc>
        <w:tc>
          <w:tcPr>
            <w:tcW w:w="3471" w:type="dxa"/>
            <w:vAlign w:val="center"/>
          </w:tcPr>
          <w:p w:rsidR="00BE757A" w:rsidRPr="00E909D9" w:rsidRDefault="00BE757A" w:rsidP="009271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666666"/>
              </w:rPr>
            </w:pPr>
            <w:r w:rsidRPr="00E909D9">
              <w:rPr>
                <w:rFonts w:ascii="Arial" w:hAnsi="Arial" w:cs="Arial"/>
                <w:b/>
                <w:color w:val="666666"/>
              </w:rPr>
              <w:t xml:space="preserve">Suggestions to reduce the  impact </w:t>
            </w:r>
          </w:p>
        </w:tc>
      </w:tr>
      <w:tr w:rsidR="00BE757A" w:rsidRPr="00F24B2F" w:rsidTr="00927175">
        <w:trPr>
          <w:trHeight w:val="933"/>
        </w:trPr>
        <w:tc>
          <w:tcPr>
            <w:tcW w:w="2800" w:type="dxa"/>
            <w:vAlign w:val="center"/>
          </w:tcPr>
          <w:p w:rsidR="00BE757A" w:rsidRPr="00927175" w:rsidRDefault="00BE757A" w:rsidP="00927175">
            <w:pPr>
              <w:autoSpaceDE w:val="0"/>
              <w:autoSpaceDN w:val="0"/>
              <w:adjustRightInd w:val="0"/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  <w:p w:rsidR="00BE757A" w:rsidRPr="00927175" w:rsidRDefault="00BE757A" w:rsidP="00927175">
            <w:pPr>
              <w:autoSpaceDE w:val="0"/>
              <w:autoSpaceDN w:val="0"/>
              <w:adjustRightInd w:val="0"/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  <w:p w:rsidR="00BE757A" w:rsidRPr="00927175" w:rsidRDefault="00BE757A" w:rsidP="00927175">
            <w:pPr>
              <w:autoSpaceDE w:val="0"/>
              <w:autoSpaceDN w:val="0"/>
              <w:adjustRightInd w:val="0"/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  <w:p w:rsidR="00BE757A" w:rsidRPr="00927175" w:rsidRDefault="00BE757A" w:rsidP="00927175">
            <w:pPr>
              <w:autoSpaceDE w:val="0"/>
              <w:autoSpaceDN w:val="0"/>
              <w:adjustRightInd w:val="0"/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  <w:p w:rsidR="00BE757A" w:rsidRPr="00927175" w:rsidRDefault="00BE757A" w:rsidP="00927175">
            <w:pPr>
              <w:autoSpaceDE w:val="0"/>
              <w:autoSpaceDN w:val="0"/>
              <w:adjustRightInd w:val="0"/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  <w:p w:rsidR="00BE757A" w:rsidRPr="00927175" w:rsidRDefault="00BE757A" w:rsidP="00927175">
            <w:pPr>
              <w:autoSpaceDE w:val="0"/>
              <w:autoSpaceDN w:val="0"/>
              <w:adjustRightInd w:val="0"/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3050" w:type="dxa"/>
            <w:vAlign w:val="center"/>
          </w:tcPr>
          <w:p w:rsidR="00BE757A" w:rsidRPr="00927175" w:rsidRDefault="00BE757A" w:rsidP="00927175">
            <w:pPr>
              <w:autoSpaceDE w:val="0"/>
              <w:autoSpaceDN w:val="0"/>
              <w:adjustRightInd w:val="0"/>
              <w:rPr>
                <w:rFonts w:ascii="Arial" w:hAnsi="Arial" w:cs="Arial"/>
                <w:color w:val="666666"/>
              </w:rPr>
            </w:pPr>
          </w:p>
        </w:tc>
        <w:tc>
          <w:tcPr>
            <w:tcW w:w="3471" w:type="dxa"/>
            <w:vAlign w:val="center"/>
          </w:tcPr>
          <w:p w:rsidR="00BE757A" w:rsidRPr="00927175" w:rsidRDefault="00BE757A" w:rsidP="00927175">
            <w:pPr>
              <w:autoSpaceDE w:val="0"/>
              <w:autoSpaceDN w:val="0"/>
              <w:adjustRightInd w:val="0"/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BE757A" w:rsidRPr="00F24B2F" w:rsidTr="00927175">
        <w:trPr>
          <w:trHeight w:val="933"/>
        </w:trPr>
        <w:tc>
          <w:tcPr>
            <w:tcW w:w="2800" w:type="dxa"/>
            <w:vAlign w:val="center"/>
          </w:tcPr>
          <w:p w:rsidR="00BE757A" w:rsidRPr="00927175" w:rsidRDefault="00BE757A" w:rsidP="00927175">
            <w:pPr>
              <w:autoSpaceDE w:val="0"/>
              <w:autoSpaceDN w:val="0"/>
              <w:adjustRightInd w:val="0"/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  <w:p w:rsidR="00BE757A" w:rsidRPr="00927175" w:rsidRDefault="00BE757A" w:rsidP="00927175">
            <w:pPr>
              <w:autoSpaceDE w:val="0"/>
              <w:autoSpaceDN w:val="0"/>
              <w:adjustRightInd w:val="0"/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  <w:p w:rsidR="00BE757A" w:rsidRPr="00927175" w:rsidRDefault="00BE757A" w:rsidP="00927175">
            <w:pPr>
              <w:autoSpaceDE w:val="0"/>
              <w:autoSpaceDN w:val="0"/>
              <w:adjustRightInd w:val="0"/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  <w:p w:rsidR="00BE757A" w:rsidRPr="00927175" w:rsidRDefault="00BE757A" w:rsidP="00927175">
            <w:pPr>
              <w:autoSpaceDE w:val="0"/>
              <w:autoSpaceDN w:val="0"/>
              <w:adjustRightInd w:val="0"/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  <w:p w:rsidR="00BE757A" w:rsidRPr="00927175" w:rsidRDefault="00BE757A" w:rsidP="00927175">
            <w:pPr>
              <w:autoSpaceDE w:val="0"/>
              <w:autoSpaceDN w:val="0"/>
              <w:adjustRightInd w:val="0"/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  <w:p w:rsidR="00BE757A" w:rsidRPr="00927175" w:rsidRDefault="00BE757A" w:rsidP="00927175">
            <w:pPr>
              <w:autoSpaceDE w:val="0"/>
              <w:autoSpaceDN w:val="0"/>
              <w:adjustRightInd w:val="0"/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  <w:p w:rsidR="00BE757A" w:rsidRPr="00927175" w:rsidRDefault="00BE757A" w:rsidP="00927175">
            <w:pPr>
              <w:autoSpaceDE w:val="0"/>
              <w:autoSpaceDN w:val="0"/>
              <w:adjustRightInd w:val="0"/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3050" w:type="dxa"/>
            <w:vAlign w:val="center"/>
          </w:tcPr>
          <w:p w:rsidR="00BE757A" w:rsidRPr="00927175" w:rsidRDefault="00BE757A" w:rsidP="00927175">
            <w:pPr>
              <w:autoSpaceDE w:val="0"/>
              <w:autoSpaceDN w:val="0"/>
              <w:adjustRightInd w:val="0"/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3471" w:type="dxa"/>
            <w:vAlign w:val="center"/>
          </w:tcPr>
          <w:p w:rsidR="00BE757A" w:rsidRPr="00927175" w:rsidRDefault="00BE757A" w:rsidP="00927175">
            <w:pPr>
              <w:autoSpaceDE w:val="0"/>
              <w:autoSpaceDN w:val="0"/>
              <w:adjustRightInd w:val="0"/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BE757A" w:rsidRPr="00F24B2F" w:rsidTr="00927175">
        <w:trPr>
          <w:trHeight w:val="93"/>
        </w:trPr>
        <w:tc>
          <w:tcPr>
            <w:tcW w:w="2800" w:type="dxa"/>
            <w:vAlign w:val="center"/>
          </w:tcPr>
          <w:p w:rsidR="00BE757A" w:rsidRPr="00927175" w:rsidRDefault="00BE757A" w:rsidP="00AA2D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0" w:type="dxa"/>
            <w:vAlign w:val="center"/>
          </w:tcPr>
          <w:p w:rsidR="00BE757A" w:rsidRPr="00927175" w:rsidRDefault="00BE757A" w:rsidP="00AA2DDD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  <w:p w:rsidR="00BE757A" w:rsidRPr="00927175" w:rsidRDefault="00BE757A" w:rsidP="00AA2DDD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  <w:p w:rsidR="00BE757A" w:rsidRPr="00927175" w:rsidRDefault="00BE757A" w:rsidP="00AA2DDD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  <w:p w:rsidR="00BE757A" w:rsidRPr="00927175" w:rsidRDefault="00BE757A" w:rsidP="00AA2DDD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  <w:p w:rsidR="00BE757A" w:rsidRPr="00927175" w:rsidRDefault="00BE757A" w:rsidP="00AA2DDD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  <w:p w:rsidR="00BE757A" w:rsidRPr="00927175" w:rsidRDefault="00BE757A" w:rsidP="00AA2DDD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  <w:p w:rsidR="00BE757A" w:rsidRPr="00927175" w:rsidRDefault="00BE757A" w:rsidP="00AA2DDD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  <w:p w:rsidR="00BE757A" w:rsidRPr="00927175" w:rsidRDefault="00BE757A" w:rsidP="00AA2DDD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3471" w:type="dxa"/>
            <w:vAlign w:val="center"/>
          </w:tcPr>
          <w:p w:rsidR="00BE757A" w:rsidRPr="00927175" w:rsidRDefault="00BE757A" w:rsidP="00AA2DDD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BE757A" w:rsidRPr="00F24B2F" w:rsidTr="00927175">
        <w:trPr>
          <w:trHeight w:val="93"/>
        </w:trPr>
        <w:tc>
          <w:tcPr>
            <w:tcW w:w="2800" w:type="dxa"/>
            <w:vAlign w:val="center"/>
          </w:tcPr>
          <w:p w:rsidR="00BE757A" w:rsidRPr="00927175" w:rsidRDefault="00BE757A" w:rsidP="00AA2DD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57A" w:rsidRPr="00927175" w:rsidRDefault="00BE757A" w:rsidP="00AA2DD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57A" w:rsidRPr="00927175" w:rsidRDefault="00BE757A" w:rsidP="00AA2DD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57A" w:rsidRPr="00927175" w:rsidRDefault="00BE757A" w:rsidP="00AA2DD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57A" w:rsidRPr="00927175" w:rsidRDefault="00BE757A" w:rsidP="00AA2DD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57A" w:rsidRPr="00927175" w:rsidRDefault="00BE757A" w:rsidP="00AA2DD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57A" w:rsidRPr="00927175" w:rsidRDefault="00BE757A" w:rsidP="00AA2D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0" w:type="dxa"/>
            <w:vAlign w:val="center"/>
          </w:tcPr>
          <w:p w:rsidR="00BE757A" w:rsidRPr="00927175" w:rsidRDefault="00BE757A" w:rsidP="00832E52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3471" w:type="dxa"/>
            <w:vAlign w:val="center"/>
          </w:tcPr>
          <w:p w:rsidR="00BE757A" w:rsidRPr="00927175" w:rsidRDefault="00BE757A" w:rsidP="00AA2DDD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BE757A" w:rsidRPr="00F24B2F" w:rsidTr="00927175">
        <w:trPr>
          <w:trHeight w:val="93"/>
        </w:trPr>
        <w:tc>
          <w:tcPr>
            <w:tcW w:w="2800" w:type="dxa"/>
            <w:vAlign w:val="center"/>
          </w:tcPr>
          <w:p w:rsidR="00BE757A" w:rsidRPr="00927175" w:rsidRDefault="00BE757A" w:rsidP="00AA2DD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57A" w:rsidRPr="00927175" w:rsidRDefault="00BE757A" w:rsidP="00AA2DD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57A" w:rsidRPr="00927175" w:rsidRDefault="00BE757A" w:rsidP="00AA2DD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57A" w:rsidRPr="00927175" w:rsidRDefault="00BE757A" w:rsidP="00AA2DD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57A" w:rsidRPr="00927175" w:rsidRDefault="00BE757A" w:rsidP="00AA2DD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57A" w:rsidRPr="00927175" w:rsidRDefault="00BE757A" w:rsidP="00AA2DD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57A" w:rsidRPr="00927175" w:rsidRDefault="00BE757A" w:rsidP="00AA2DD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57A" w:rsidRPr="00927175" w:rsidRDefault="00BE757A" w:rsidP="00AA2DD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57A" w:rsidRPr="00927175" w:rsidRDefault="00BE757A" w:rsidP="00AA2D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0" w:type="dxa"/>
            <w:vAlign w:val="center"/>
          </w:tcPr>
          <w:p w:rsidR="00BE757A" w:rsidRPr="00927175" w:rsidRDefault="00BE757A" w:rsidP="00AA2DDD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3471" w:type="dxa"/>
            <w:vAlign w:val="center"/>
          </w:tcPr>
          <w:p w:rsidR="00BE757A" w:rsidRPr="00927175" w:rsidRDefault="00BE757A" w:rsidP="00AA2DDD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</w:tbl>
    <w:p w:rsidR="00BE757A" w:rsidRDefault="00BE757A" w:rsidP="009A4B98"/>
    <w:sectPr w:rsidR="00BE757A" w:rsidSect="00CB4E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4B98"/>
    <w:rsid w:val="000D4830"/>
    <w:rsid w:val="003D0603"/>
    <w:rsid w:val="003D7517"/>
    <w:rsid w:val="00462253"/>
    <w:rsid w:val="004900EC"/>
    <w:rsid w:val="00832E52"/>
    <w:rsid w:val="00927175"/>
    <w:rsid w:val="009A4B98"/>
    <w:rsid w:val="00AA2DDD"/>
    <w:rsid w:val="00AC06CA"/>
    <w:rsid w:val="00B669F4"/>
    <w:rsid w:val="00BE757A"/>
    <w:rsid w:val="00CB4E5C"/>
    <w:rsid w:val="00E909D9"/>
    <w:rsid w:val="00F06295"/>
    <w:rsid w:val="00F24B2F"/>
    <w:rsid w:val="00F61F7C"/>
    <w:rsid w:val="00FB1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B98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A4B9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9A4B98"/>
    <w:rPr>
      <w:rFonts w:ascii="Arial" w:hAnsi="Arial" w:cs="Arial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A4B98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2</Pages>
  <Words>52</Words>
  <Characters>300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Username</cp:lastModifiedBy>
  <cp:revision>5</cp:revision>
  <cp:lastPrinted>2009-11-12T07:04:00Z</cp:lastPrinted>
  <dcterms:created xsi:type="dcterms:W3CDTF">2009-11-09T23:56:00Z</dcterms:created>
  <dcterms:modified xsi:type="dcterms:W3CDTF">2009-11-12T07:09:00Z</dcterms:modified>
</cp:coreProperties>
</file>